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3FE410EC" w:rsidR="00CE7250" w:rsidRDefault="00616AA5" w:rsidP="003705F6">
            <w:pPr>
              <w:pStyle w:val="En-tte"/>
            </w:pPr>
            <w:r>
              <w:rPr>
                <w:noProof/>
              </w:rPr>
              <w:drawing>
                <wp:anchor distT="0" distB="0" distL="114300" distR="114300" simplePos="0" relativeHeight="251659264" behindDoc="0" locked="0" layoutInCell="1" allowOverlap="1" wp14:anchorId="2E5EA6E3" wp14:editId="69DCD10E">
                  <wp:simplePos x="0" y="0"/>
                  <wp:positionH relativeFrom="page">
                    <wp:posOffset>-600710</wp:posOffset>
                  </wp:positionH>
                  <wp:positionV relativeFrom="page">
                    <wp:posOffset>-136525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77777777" w:rsidR="003C040D" w:rsidRDefault="003C040D" w:rsidP="003C040D">
      <w:pPr>
        <w:pStyle w:val="ZEmetteur"/>
      </w:pPr>
    </w:p>
    <w:p w14:paraId="088F83E6" w14:textId="799C0202"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E131F8">
        <w:rPr>
          <w:rFonts w:ascii="Arial" w:hAnsi="Arial" w:cs="Arial"/>
          <w:b/>
          <w:bCs/>
          <w:szCs w:val="22"/>
        </w:rPr>
        <w:t xml:space="preserve"> N° S25B00681</w:t>
      </w:r>
      <w:r w:rsidR="00C65B45" w:rsidRPr="005A2D84">
        <w:rPr>
          <w:rFonts w:ascii="Arial" w:hAnsi="Arial" w:cs="Arial"/>
          <w:b/>
          <w:bCs/>
          <w:szCs w:val="22"/>
        </w:rPr>
        <w:t xml:space="preserve"> </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2D675CFB" w:rsidR="00443372" w:rsidRPr="005A2D84" w:rsidRDefault="00E131F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Approvisionnement de matériels de mouillage au profit des unités de la Marine nationale</w:t>
      </w:r>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051EF09A" w:rsidR="00443372" w:rsidRDefault="00443372">
      <w:pPr>
        <w:tabs>
          <w:tab w:val="left" w:pos="567"/>
        </w:tabs>
        <w:ind w:left="1134" w:right="1134"/>
        <w:rPr>
          <w:rFonts w:ascii="Arial" w:hAnsi="Arial" w:cs="Arial"/>
          <w:szCs w:val="22"/>
        </w:rPr>
      </w:pPr>
    </w:p>
    <w:p w14:paraId="0F010549" w14:textId="77777777" w:rsidR="00E131F8" w:rsidRPr="005A2D84" w:rsidRDefault="00E131F8">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40619FEA"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BD5260">
        <w:rPr>
          <w:rFonts w:ascii="Arial" w:hAnsi="Arial" w:cs="Arial"/>
          <w:b/>
          <w:szCs w:val="22"/>
        </w:rPr>
        <w:t>14</w:t>
      </w:r>
      <w:r w:rsidR="00BE7337">
        <w:rPr>
          <w:rFonts w:ascii="Arial" w:hAnsi="Arial" w:cs="Arial"/>
          <w:b/>
          <w:szCs w:val="22"/>
        </w:rPr>
        <w:t>/11</w:t>
      </w:r>
      <w:r w:rsidR="00E131F8">
        <w:rPr>
          <w:rFonts w:ascii="Arial" w:hAnsi="Arial" w:cs="Arial"/>
          <w:b/>
          <w:szCs w:val="22"/>
        </w:rPr>
        <w:t>/2025</w:t>
      </w:r>
      <w:bookmarkStart w:id="0" w:name="_GoBack"/>
      <w:bookmarkEnd w:id="0"/>
    </w:p>
    <w:p w14:paraId="00903287" w14:textId="154F5EEF"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5A2D84">
        <w:rPr>
          <w:rFonts w:ascii="Arial" w:hAnsi="Arial" w:cs="Arial"/>
          <w:b/>
          <w:szCs w:val="22"/>
        </w:rPr>
        <w:t>avant 1</w:t>
      </w:r>
      <w:r w:rsidR="00E131F8">
        <w:rPr>
          <w:rFonts w:ascii="Arial" w:hAnsi="Arial" w:cs="Arial"/>
          <w:b/>
          <w:szCs w:val="22"/>
        </w:rPr>
        <w:t xml:space="preserve">5 </w:t>
      </w:r>
      <w:r w:rsidRPr="005A2D84">
        <w:rPr>
          <w:rFonts w:ascii="Arial" w:hAnsi="Arial" w:cs="Arial"/>
          <w:b/>
          <w:szCs w:val="22"/>
        </w:rPr>
        <w:t>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S  O  M  M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5A9A2C07"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BD5260">
          <w:rPr>
            <w:noProof/>
            <w:webHidden/>
          </w:rPr>
          <w:t>3</w:t>
        </w:r>
        <w:r w:rsidR="006E0A18">
          <w:rPr>
            <w:noProof/>
            <w:webHidden/>
          </w:rPr>
          <w:fldChar w:fldCharType="end"/>
        </w:r>
      </w:hyperlink>
    </w:p>
    <w:p w14:paraId="4E2B1B59" w14:textId="088812B5" w:rsidR="006E0A18" w:rsidRDefault="00BD5260">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Pr>
            <w:noProof/>
            <w:webHidden/>
          </w:rPr>
          <w:t>3</w:t>
        </w:r>
        <w:r w:rsidR="006E0A18">
          <w:rPr>
            <w:noProof/>
            <w:webHidden/>
          </w:rPr>
          <w:fldChar w:fldCharType="end"/>
        </w:r>
      </w:hyperlink>
    </w:p>
    <w:p w14:paraId="66C51712" w14:textId="7866ED72" w:rsidR="006E0A18" w:rsidRDefault="00BD5260">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Pr>
            <w:noProof/>
            <w:webHidden/>
          </w:rPr>
          <w:t>4</w:t>
        </w:r>
        <w:r w:rsidR="006E0A18">
          <w:rPr>
            <w:noProof/>
            <w:webHidden/>
          </w:rPr>
          <w:fldChar w:fldCharType="end"/>
        </w:r>
      </w:hyperlink>
    </w:p>
    <w:p w14:paraId="32130367" w14:textId="45AB6D21" w:rsidR="006E0A18" w:rsidRDefault="00BD5260">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Pr>
            <w:noProof/>
            <w:webHidden/>
          </w:rPr>
          <w:t>4</w:t>
        </w:r>
        <w:r w:rsidR="006E0A18">
          <w:rPr>
            <w:noProof/>
            <w:webHidden/>
          </w:rPr>
          <w:fldChar w:fldCharType="end"/>
        </w:r>
      </w:hyperlink>
    </w:p>
    <w:p w14:paraId="1E76558B" w14:textId="28056B26" w:rsidR="006E0A18" w:rsidRDefault="00BD5260">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Pr>
            <w:noProof/>
            <w:webHidden/>
          </w:rPr>
          <w:t>5</w:t>
        </w:r>
        <w:r w:rsidR="006E0A18">
          <w:rPr>
            <w:noProof/>
            <w:webHidden/>
          </w:rPr>
          <w:fldChar w:fldCharType="end"/>
        </w:r>
      </w:hyperlink>
    </w:p>
    <w:p w14:paraId="3CBC8824" w14:textId="727C30D8" w:rsidR="006E0A18" w:rsidRDefault="00BD5260">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Pr>
            <w:noProof/>
            <w:webHidden/>
          </w:rPr>
          <w:t>6</w:t>
        </w:r>
        <w:r w:rsidR="006E0A18">
          <w:rPr>
            <w:noProof/>
            <w:webHidden/>
          </w:rPr>
          <w:fldChar w:fldCharType="end"/>
        </w:r>
      </w:hyperlink>
    </w:p>
    <w:p w14:paraId="27BFB455" w14:textId="17AA43B4" w:rsidR="006E0A18" w:rsidRDefault="00BD5260">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Pr>
            <w:noProof/>
            <w:webHidden/>
          </w:rPr>
          <w:t>6</w:t>
        </w:r>
        <w:r w:rsidR="006E0A18">
          <w:rPr>
            <w:noProof/>
            <w:webHidden/>
          </w:rPr>
          <w:fldChar w:fldCharType="end"/>
        </w:r>
      </w:hyperlink>
    </w:p>
    <w:p w14:paraId="0075DFE6" w14:textId="21480D31" w:rsidR="006E0A18" w:rsidRDefault="00BD5260">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Pr>
            <w:noProof/>
            <w:webHidden/>
          </w:rPr>
          <w:t>6</w:t>
        </w:r>
        <w:r w:rsidR="006E0A18">
          <w:rPr>
            <w:noProof/>
            <w:webHidden/>
          </w:rPr>
          <w:fldChar w:fldCharType="end"/>
        </w:r>
      </w:hyperlink>
    </w:p>
    <w:p w14:paraId="451B24D0" w14:textId="763FEF02" w:rsidR="006E0A18" w:rsidRDefault="00BD5260">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Pr>
            <w:noProof/>
            <w:webHidden/>
          </w:rPr>
          <w:t>7</w:t>
        </w:r>
        <w:r w:rsidR="006E0A18">
          <w:rPr>
            <w:noProof/>
            <w:webHidden/>
          </w:rPr>
          <w:fldChar w:fldCharType="end"/>
        </w:r>
      </w:hyperlink>
    </w:p>
    <w:p w14:paraId="3D602A7D" w14:textId="41B124B6" w:rsidR="006E0A18" w:rsidRDefault="00BD5260">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2" w:name="_Toc36259021"/>
      <w:bookmarkStart w:id="3" w:name="_Toc42327867"/>
      <w:bookmarkStart w:id="4" w:name="_Toc254166739"/>
      <w:bookmarkStart w:id="5"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5464FB5B"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E131F8">
        <w:rPr>
          <w:rFonts w:ascii="Arial" w:hAnsi="Arial" w:cs="Arial"/>
          <w:szCs w:val="22"/>
          <w:lang w:val="fr-FR"/>
        </w:rPr>
        <w:t>l’approvisionnement de matériels de mouillage au profit des unités de la Marine nationale</w:t>
      </w:r>
      <w:r w:rsidRPr="005A2D84">
        <w:rPr>
          <w:rFonts w:ascii="Arial" w:hAnsi="Arial" w:cs="Arial"/>
          <w:szCs w:val="22"/>
        </w:rPr>
        <w:t xml:space="preserve"> 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w:t>
      </w:r>
      <w:r w:rsidR="00E131F8">
        <w:rPr>
          <w:rFonts w:ascii="Arial" w:hAnsi="Arial" w:cs="Arial"/>
          <w:szCs w:val="22"/>
          <w:lang w:val="fr-FR"/>
        </w:rPr>
        <w:t>n° DSSFB/SDL/518/indice E</w:t>
      </w:r>
      <w:r w:rsidRPr="005A2D84">
        <w:rPr>
          <w:rFonts w:ascii="Arial" w:hAnsi="Arial" w:cs="Arial"/>
          <w:szCs w:val="22"/>
        </w:rPr>
        <w:t>.</w:t>
      </w:r>
    </w:p>
    <w:p w14:paraId="2A8AC352" w14:textId="16C1B7CE"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 xml:space="preserve">TAN (NNO) auquel peuvent être associées une ou plusieurs références industrielles regroupées au sein des bases de données </w:t>
      </w:r>
      <w:r w:rsidR="00E131F8">
        <w:rPr>
          <w:rFonts w:ascii="Arial" w:hAnsi="Arial" w:cs="Arial"/>
          <w:b/>
          <w:color w:val="000000"/>
          <w:szCs w:val="22"/>
        </w:rPr>
        <w:t>SACRAL N-CORENG</w:t>
      </w:r>
      <w:r w:rsidR="00E131F8" w:rsidRPr="005A2D84">
        <w:rPr>
          <w:rFonts w:ascii="Arial" w:hAnsi="Arial" w:cs="Arial"/>
          <w:szCs w:val="22"/>
        </w:rPr>
        <w:t xml:space="preserve"> </w:t>
      </w:r>
      <w:r w:rsidRPr="005A2D84">
        <w:rPr>
          <w:rFonts w:ascii="Arial" w:hAnsi="Arial" w:cs="Arial"/>
          <w:szCs w:val="22"/>
        </w:rPr>
        <w:t>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2DDC9E39" w:rsidR="00461474" w:rsidRPr="005A2D84" w:rsidRDefault="00461474" w:rsidP="0092138C">
      <w:pPr>
        <w:pStyle w:val="MAPAnormal"/>
        <w:rPr>
          <w:rFonts w:ascii="Arial" w:hAnsi="Arial" w:cs="Arial"/>
          <w:szCs w:val="22"/>
        </w:rPr>
      </w:pPr>
      <w:r w:rsidRPr="005A2D84">
        <w:rPr>
          <w:rFonts w:ascii="Arial" w:hAnsi="Arial" w:cs="Arial"/>
          <w:szCs w:val="22"/>
        </w:rPr>
        <w:t xml:space="preserve">En cas d’indisponibilité des services </w:t>
      </w:r>
      <w:r w:rsidR="00E131F8">
        <w:rPr>
          <w:rFonts w:ascii="Arial" w:hAnsi="Arial" w:cs="Arial"/>
          <w:b/>
          <w:color w:val="000000"/>
          <w:szCs w:val="22"/>
        </w:rPr>
        <w:t>SACRAL N-CORENG</w:t>
      </w:r>
      <w:r w:rsidR="00E131F8" w:rsidRPr="005A2D84">
        <w:rPr>
          <w:rFonts w:ascii="Arial" w:hAnsi="Arial" w:cs="Arial"/>
          <w:szCs w:val="22"/>
        </w:rPr>
        <w:t xml:space="preserve"> </w:t>
      </w:r>
      <w:r w:rsidRPr="005A2D84">
        <w:rPr>
          <w:rFonts w:ascii="Arial" w:hAnsi="Arial" w:cs="Arial"/>
          <w:szCs w:val="22"/>
        </w:rPr>
        <w:t>/NMCRL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2A5149EA" w14:textId="4EA04831" w:rsidR="00443372" w:rsidRPr="005A2D84" w:rsidRDefault="00443372">
      <w:pPr>
        <w:ind w:firstLine="567"/>
        <w:rPr>
          <w:rFonts w:ascii="Arial" w:hAnsi="Arial" w:cs="Arial"/>
          <w:szCs w:val="22"/>
        </w:rPr>
      </w:pPr>
      <w:bookmarkStart w:id="8" w:name="_Toc42327873"/>
    </w:p>
    <w:bookmarkEnd w:id="8"/>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9" w:name="_Toc36259022"/>
      <w:bookmarkStart w:id="10" w:name="_Toc42327874"/>
      <w:bookmarkStart w:id="11" w:name="_Toc254166740"/>
      <w:bookmarkStart w:id="12" w:name="_Toc92880851"/>
      <w:r w:rsidRPr="005A2D84">
        <w:rPr>
          <w:rFonts w:ascii="Arial" w:hAnsi="Arial" w:cs="Arial"/>
          <w:szCs w:val="22"/>
        </w:rPr>
        <w:t>condition de la consultation</w:t>
      </w:r>
      <w:bookmarkEnd w:id="9"/>
      <w:bookmarkEnd w:id="10"/>
      <w:bookmarkEnd w:id="11"/>
      <w:bookmarkEnd w:id="12"/>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PLate-forme des AChats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3"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4" w:name="_Toc36259025"/>
      <w:bookmarkStart w:id="15" w:name="_Toc42327876"/>
      <w:bookmarkEnd w:id="13"/>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4"/>
    <w:bookmarkEnd w:id="15"/>
    <w:p w14:paraId="6C2ECBA4" w14:textId="16E2C173"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PLate-forme des AChats de l’Etat (PLACE) </w:t>
      </w:r>
      <w:r w:rsidRPr="005A2D84">
        <w:rPr>
          <w:rFonts w:ascii="Arial" w:hAnsi="Arial" w:cs="Arial"/>
          <w:szCs w:val="22"/>
        </w:rPr>
        <w:t xml:space="preserve">au plus tard </w:t>
      </w:r>
      <w:r w:rsidR="006D2C34">
        <w:rPr>
          <w:rFonts w:ascii="Arial" w:hAnsi="Arial" w:cs="Arial"/>
          <w:szCs w:val="22"/>
        </w:rPr>
        <w:t>5</w:t>
      </w:r>
      <w:r w:rsidRPr="005A2D84">
        <w:rPr>
          <w:rFonts w:ascii="Arial" w:hAnsi="Arial" w:cs="Arial"/>
          <w:szCs w:val="22"/>
        </w:rPr>
        <w:t xml:space="preserve"> jours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6" w:name="_Toc254166741"/>
      <w:bookmarkStart w:id="17" w:name="_Toc92880852"/>
      <w:bookmarkStart w:id="18" w:name="_Toc36259027"/>
      <w:bookmarkStart w:id="19" w:name="_Toc42327878"/>
      <w:bookmarkEnd w:id="6"/>
      <w:bookmarkEnd w:id="7"/>
      <w:r w:rsidRPr="005A2D84">
        <w:rPr>
          <w:rFonts w:ascii="Arial" w:hAnsi="Arial" w:cs="Arial"/>
          <w:szCs w:val="22"/>
        </w:rPr>
        <w:t xml:space="preserve">presentation et envoi des </w:t>
      </w:r>
      <w:r w:rsidR="00333571" w:rsidRPr="005A2D84">
        <w:rPr>
          <w:rFonts w:ascii="Arial" w:hAnsi="Arial" w:cs="Arial"/>
          <w:szCs w:val="22"/>
        </w:rPr>
        <w:t>PLIS</w:t>
      </w:r>
      <w:bookmarkEnd w:id="16"/>
      <w:bookmarkEnd w:id="17"/>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0" w:name="_Toc254166742"/>
      <w:bookmarkStart w:id="21" w:name="_Toc92880853"/>
      <w:r w:rsidRPr="005A2D84">
        <w:t xml:space="preserve">Présentation des </w:t>
      </w:r>
      <w:r w:rsidR="00333571" w:rsidRPr="005A2D84">
        <w:t>plis</w:t>
      </w:r>
      <w:bookmarkEnd w:id="20"/>
      <w:bookmarkEnd w:id="21"/>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8"/>
    <w:bookmarkEnd w:id="19"/>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0BB9D586" w:rsidR="002D57EC" w:rsidRPr="00D62785" w:rsidRDefault="002D57EC" w:rsidP="006D2C34">
            <w:pPr>
              <w:pStyle w:val="Listepuces1"/>
              <w:tabs>
                <w:tab w:val="clear" w:pos="567"/>
              </w:tabs>
              <w:ind w:left="356" w:hanging="285"/>
              <w:rPr>
                <w:rFonts w:ascii="Arial" w:hAnsi="Arial" w:cs="Arial"/>
                <w:szCs w:val="22"/>
              </w:rPr>
            </w:pPr>
            <w:r w:rsidRPr="00D62785">
              <w:rPr>
                <w:rFonts w:ascii="Arial" w:hAnsi="Arial" w:cs="Arial"/>
                <w:szCs w:val="22"/>
              </w:rPr>
              <w:t>le C.C.T.P</w:t>
            </w:r>
            <w:r>
              <w:rPr>
                <w:rFonts w:ascii="Arial" w:hAnsi="Arial" w:cs="Arial"/>
                <w:szCs w:val="22"/>
              </w:rPr>
              <w:t xml:space="preserve"> </w:t>
            </w:r>
            <w:r w:rsidR="006D2C34">
              <w:rPr>
                <w:rFonts w:ascii="Arial" w:hAnsi="Arial" w:cs="Arial"/>
                <w:szCs w:val="22"/>
              </w:rPr>
              <w:t>n° DSSFB/SDL/518/Indice E</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2" w:name="_Toc52071126"/>
      <w:bookmarkStart w:id="23" w:name="_Toc91557609"/>
      <w:bookmarkStart w:id="24" w:name="_Toc254166743"/>
      <w:bookmarkStart w:id="25" w:name="_Toc92880854"/>
      <w:bookmarkStart w:id="26" w:name="_Toc36259028"/>
      <w:r w:rsidRPr="005A2D84">
        <w:t>Condition d’e</w:t>
      </w:r>
      <w:r w:rsidR="00443372" w:rsidRPr="005A2D84">
        <w:t xml:space="preserve">nvoi des </w:t>
      </w:r>
      <w:r w:rsidR="00333571" w:rsidRPr="005A2D84">
        <w:t>plis</w:t>
      </w:r>
      <w:bookmarkEnd w:id="22"/>
      <w:bookmarkEnd w:id="23"/>
      <w:bookmarkEnd w:id="24"/>
      <w:bookmarkEnd w:id="25"/>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PLate-forme des AChats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PLate-forme des AChats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PLate-forme des AChats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BBD8C43" w14:textId="77777777" w:rsidR="005568FD" w:rsidRPr="005A2D84" w:rsidRDefault="005568FD" w:rsidP="008C7771">
      <w:pPr>
        <w:autoSpaceDE w:val="0"/>
        <w:autoSpaceDN w:val="0"/>
        <w:adjustRightInd w:val="0"/>
        <w:spacing w:before="0" w:after="0"/>
        <w:rPr>
          <w:rFonts w:ascii="Arial" w:hAnsi="Arial" w:cs="Arial"/>
          <w:szCs w:val="22"/>
        </w:rPr>
      </w:pPr>
    </w:p>
    <w:p w14:paraId="21BAA0B6" w14:textId="5E3D5841" w:rsidR="000E4398" w:rsidRDefault="000E4398">
      <w:pPr>
        <w:spacing w:before="0" w:after="0"/>
        <w:jc w:val="left"/>
        <w:rPr>
          <w:rFonts w:ascii="Arial" w:hAnsi="Arial" w:cs="Arial"/>
          <w:b/>
          <w:szCs w:val="22"/>
          <w:u w:val="single"/>
        </w:rPr>
      </w:pPr>
      <w:r>
        <w:rPr>
          <w:rFonts w:ascii="Arial" w:hAnsi="Arial" w:cs="Arial"/>
          <w:b/>
          <w:szCs w:val="22"/>
          <w:u w:val="single"/>
        </w:rPr>
        <w:br w:type="page"/>
      </w:r>
    </w:p>
    <w:p w14:paraId="726F97EB" w14:textId="77777777" w:rsidR="00A21D42" w:rsidRPr="005A2D84" w:rsidRDefault="00A21D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7" w:name="_Toc469464712"/>
      <w:bookmarkEnd w:id="27"/>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BD5260"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(winzip, filzip,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28" w:name="_Toc254166744"/>
      <w:bookmarkStart w:id="29" w:name="_Toc92880855"/>
      <w:bookmarkStart w:id="30" w:name="_Toc51128882"/>
      <w:bookmarkStart w:id="31" w:name="_Toc51996824"/>
      <w:bookmarkStart w:id="32" w:name="_Toc51997110"/>
      <w:bookmarkStart w:id="33" w:name="_Toc51997618"/>
      <w:bookmarkStart w:id="34" w:name="_Toc52164628"/>
      <w:bookmarkStart w:id="35" w:name="_Toc91557610"/>
      <w:bookmarkStart w:id="36" w:name="_Toc130354342"/>
      <w:r w:rsidRPr="005A2D84">
        <w:t>Date de remise des offres</w:t>
      </w:r>
      <w:bookmarkEnd w:id="28"/>
      <w:bookmarkEnd w:id="29"/>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7" w:name="_Toc234058939"/>
      <w:bookmarkStart w:id="38" w:name="_Toc92880856"/>
      <w:bookmarkStart w:id="39" w:name="_Toc234058940"/>
      <w:bookmarkEnd w:id="26"/>
      <w:bookmarkEnd w:id="30"/>
      <w:bookmarkEnd w:id="31"/>
      <w:bookmarkEnd w:id="32"/>
      <w:bookmarkEnd w:id="33"/>
      <w:bookmarkEnd w:id="34"/>
      <w:bookmarkEnd w:id="35"/>
      <w:bookmarkEnd w:id="36"/>
      <w:r w:rsidRPr="005A2D84">
        <w:rPr>
          <w:rFonts w:ascii="Arial" w:hAnsi="Arial" w:cs="Arial"/>
          <w:szCs w:val="22"/>
        </w:rPr>
        <w:t>jugement des CANDIDATURES ET DES OFFRES</w:t>
      </w:r>
      <w:bookmarkEnd w:id="37"/>
      <w:bookmarkEnd w:id="38"/>
    </w:p>
    <w:p w14:paraId="384BABD1" w14:textId="77777777" w:rsidR="00443372" w:rsidRPr="005A2D84" w:rsidRDefault="00443372" w:rsidP="00DE11C8">
      <w:pPr>
        <w:pStyle w:val="Titre3"/>
      </w:pPr>
      <w:bookmarkStart w:id="40" w:name="_Toc92880857"/>
      <w:r w:rsidRPr="005A2D84">
        <w:t>Jugement des candidatures</w:t>
      </w:r>
      <w:bookmarkEnd w:id="39"/>
      <w:bookmarkEnd w:id="40"/>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685C78C4" w:rsidR="000E4398" w:rsidRDefault="000E4398">
      <w:pPr>
        <w:spacing w:before="0" w:after="0"/>
        <w:jc w:val="left"/>
        <w:rPr>
          <w:rFonts w:ascii="Arial" w:hAnsi="Arial" w:cs="Arial"/>
          <w:szCs w:val="22"/>
        </w:rPr>
      </w:pPr>
      <w:r>
        <w:rPr>
          <w:rFonts w:ascii="Arial" w:hAnsi="Arial" w:cs="Arial"/>
          <w:szCs w:val="22"/>
        </w:rPr>
        <w:br w:type="page"/>
      </w:r>
    </w:p>
    <w:p w14:paraId="3E91E413"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1" w:name="_Toc234058941"/>
      <w:bookmarkStart w:id="42" w:name="_Toc92880858"/>
      <w:r w:rsidRPr="005A2D84">
        <w:t>Critères de classement des offres et attribution du marché</w:t>
      </w:r>
      <w:bookmarkEnd w:id="41"/>
      <w:bookmarkEnd w:id="42"/>
    </w:p>
    <w:p w14:paraId="03F684BF" w14:textId="77777777" w:rsidR="001B25B5" w:rsidRPr="005A2D84" w:rsidRDefault="001B25B5" w:rsidP="006E533B">
      <w:pPr>
        <w:pStyle w:val="Paragraphe"/>
        <w:ind w:firstLine="0"/>
        <w:rPr>
          <w:rFonts w:ascii="Arial" w:hAnsi="Arial" w:cs="Arial"/>
          <w:szCs w:val="22"/>
        </w:rPr>
      </w:pPr>
      <w:bookmarkStart w:id="43" w:name="_Toc131825450"/>
      <w:bookmarkStart w:id="44"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73AD8B17"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E131F8">
        <w:rPr>
          <w:sz w:val="22"/>
          <w:szCs w:val="22"/>
        </w:rPr>
        <w:t>SACRAL N-CORENG</w:t>
      </w:r>
      <w:r w:rsidR="005F570B" w:rsidRPr="005A2D84">
        <w:rPr>
          <w:sz w:val="22"/>
          <w:szCs w:val="22"/>
        </w:rPr>
        <w:t xml:space="preserve">/NMCRL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CF24C02" w14:textId="77777777" w:rsidR="00BF27B0" w:rsidRPr="005A2D84" w:rsidRDefault="00BF27B0" w:rsidP="00E82F8D">
      <w:pPr>
        <w:ind w:firstLine="426"/>
        <w:rPr>
          <w:rFonts w:ascii="Arial" w:hAnsi="Arial" w:cs="Arial"/>
          <w:szCs w:val="22"/>
        </w:rPr>
      </w:pPr>
    </w:p>
    <w:p w14:paraId="74DDF687" w14:textId="16AD6B69" w:rsidR="000E4398" w:rsidRDefault="000E4398">
      <w:pPr>
        <w:spacing w:before="0" w:after="0"/>
        <w:jc w:val="left"/>
        <w:rPr>
          <w:rFonts w:ascii="Arial" w:hAnsi="Arial" w:cs="Arial"/>
          <w:szCs w:val="22"/>
        </w:rPr>
      </w:pPr>
      <w:r>
        <w:rPr>
          <w:rFonts w:ascii="Arial" w:hAnsi="Arial" w:cs="Arial"/>
          <w:szCs w:val="22"/>
        </w:rPr>
        <w:br w:type="page"/>
      </w:r>
    </w:p>
    <w:p w14:paraId="15FE63C1"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94CFEBB" w14:textId="354A0CDF" w:rsidR="00624D23" w:rsidRDefault="00624D23" w:rsidP="006E533B">
      <w:pPr>
        <w:rPr>
          <w:rFonts w:ascii="Arial" w:hAnsi="Arial" w:cs="Arial"/>
          <w:szCs w:val="22"/>
        </w:rPr>
      </w:pPr>
    </w:p>
    <w:p w14:paraId="74DC9A41" w14:textId="77777777" w:rsidR="00624D23" w:rsidRPr="005A2D84" w:rsidRDefault="00624D23"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701DCEDF"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E131F8">
        <w:rPr>
          <w:rFonts w:ascii="Arial" w:hAnsi="Arial" w:cs="Arial"/>
          <w:b/>
          <w:color w:val="000000"/>
          <w:szCs w:val="22"/>
        </w:rPr>
        <w:t>SACRAL N-CORENG</w:t>
      </w:r>
      <w:r w:rsidR="005F570B" w:rsidRPr="005A2D84">
        <w:rPr>
          <w:rFonts w:ascii="Arial" w:hAnsi="Arial" w:cs="Arial"/>
          <w:b/>
          <w:color w:val="000000"/>
          <w:szCs w:val="22"/>
        </w:rPr>
        <w:t>/NMCRL</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16C0BE55"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E131F8">
        <w:rPr>
          <w:rFonts w:ascii="Arial" w:hAnsi="Arial" w:cs="Arial"/>
          <w:b/>
          <w:color w:val="000000"/>
          <w:szCs w:val="22"/>
        </w:rPr>
        <w:t>SACRAL N-CORENG</w:t>
      </w:r>
      <w:r w:rsidR="00E131F8" w:rsidRPr="005A2D84">
        <w:rPr>
          <w:rFonts w:ascii="Arial" w:hAnsi="Arial" w:cs="Arial"/>
          <w:color w:val="000000"/>
          <w:szCs w:val="22"/>
        </w:rPr>
        <w:t xml:space="preserve"> </w:t>
      </w:r>
      <w:r w:rsidR="005F570B" w:rsidRPr="005A2D84">
        <w:rPr>
          <w:rFonts w:ascii="Arial" w:hAnsi="Arial" w:cs="Arial"/>
          <w:color w:val="000000"/>
          <w:szCs w:val="22"/>
        </w:rPr>
        <w:t>/NMCRL</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5258E32D"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w:t>
      </w:r>
      <w:r w:rsidR="006D2C34">
        <w:rPr>
          <w:rFonts w:ascii="Arial" w:hAnsi="Arial" w:cs="Arial"/>
          <w:color w:val="000000"/>
          <w:szCs w:val="22"/>
        </w:rPr>
        <w:t>n° DSSFB/SDL/518</w:t>
      </w:r>
      <w:r w:rsidR="00C545AD">
        <w:rPr>
          <w:rFonts w:ascii="Arial" w:hAnsi="Arial" w:cs="Arial"/>
          <w:color w:val="000000"/>
          <w:szCs w:val="22"/>
        </w:rPr>
        <w:t>/i</w:t>
      </w:r>
      <w:r w:rsidR="006D2C34">
        <w:rPr>
          <w:rFonts w:ascii="Arial" w:hAnsi="Arial" w:cs="Arial"/>
          <w:color w:val="000000"/>
          <w:szCs w:val="22"/>
        </w:rPr>
        <w:t xml:space="preserve">ndice E </w:t>
      </w:r>
      <w:r w:rsidRPr="005A2D84">
        <w:rPr>
          <w:rFonts w:ascii="Arial" w:hAnsi="Arial" w:cs="Arial"/>
          <w:color w:val="000000"/>
          <w:szCs w:val="22"/>
        </w:rPr>
        <w:t>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FFF30F3"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E131F8">
        <w:rPr>
          <w:rFonts w:ascii="Arial" w:hAnsi="Arial" w:cs="Arial"/>
          <w:b/>
          <w:color w:val="000000"/>
          <w:szCs w:val="22"/>
        </w:rPr>
        <w:t>SACRAL N-CORENG</w:t>
      </w:r>
      <w:r w:rsidR="00E131F8" w:rsidRPr="005A2D84">
        <w:rPr>
          <w:rFonts w:ascii="Arial" w:hAnsi="Arial" w:cs="Arial"/>
          <w:color w:val="000000"/>
          <w:szCs w:val="22"/>
        </w:rPr>
        <w:t xml:space="preserve"> </w:t>
      </w:r>
      <w:r w:rsidRPr="005A2D84">
        <w:rPr>
          <w:rFonts w:ascii="Arial" w:hAnsi="Arial" w:cs="Arial"/>
          <w:color w:val="000000"/>
          <w:szCs w:val="22"/>
        </w:rPr>
        <w:t>/NMCRL,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3"/>
      <w:bookmarkEnd w:id="44"/>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5" w:name="_Toc131825451"/>
            <w:bookmarkStart w:id="46"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5"/>
      <w:bookmarkEnd w:id="46"/>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7" w:name="_Toc131825452"/>
      <w:bookmarkStart w:id="48"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7"/>
      <w:bookmarkEnd w:id="48"/>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 xml:space="preserve">qui présente le plus grand nombre de postes mieux-disants. </w:t>
      </w:r>
    </w:p>
    <w:p w14:paraId="4628DA48" w14:textId="77777777" w:rsidR="00443372" w:rsidRPr="005A2D84" w:rsidRDefault="00443372" w:rsidP="00F87B7B">
      <w:pPr>
        <w:pStyle w:val="Titre1"/>
        <w:numPr>
          <w:ilvl w:val="0"/>
          <w:numId w:val="7"/>
        </w:numPr>
        <w:rPr>
          <w:rFonts w:ascii="Arial" w:hAnsi="Arial" w:cs="Arial"/>
          <w:szCs w:val="22"/>
        </w:rPr>
      </w:pPr>
      <w:bookmarkStart w:id="49" w:name="_Toc254166747"/>
      <w:bookmarkStart w:id="50" w:name="_Toc92880859"/>
      <w:r w:rsidRPr="005A2D84">
        <w:rPr>
          <w:rFonts w:ascii="Arial" w:hAnsi="Arial" w:cs="Arial"/>
          <w:szCs w:val="22"/>
        </w:rPr>
        <w:t>contenu du dossier de la consultation</w:t>
      </w:r>
      <w:bookmarkEnd w:id="49"/>
      <w:bookmarkEnd w:id="50"/>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7777777" w:rsidR="00FF13F7" w:rsidRPr="005A2D84"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2B75DAE4" w14:textId="77777777" w:rsidR="003E25FB" w:rsidRPr="005A2D84" w:rsidRDefault="003E25FB" w:rsidP="003E25FB">
      <w:pPr>
        <w:widowControl w:val="0"/>
        <w:autoSpaceDE w:val="0"/>
        <w:autoSpaceDN w:val="0"/>
        <w:adjustRightInd w:val="0"/>
        <w:spacing w:before="0" w:after="0"/>
        <w:ind w:left="284"/>
        <w:rPr>
          <w:rFonts w:ascii="Arial" w:hAnsi="Arial" w:cs="Arial"/>
          <w:szCs w:val="22"/>
        </w:rPr>
      </w:pPr>
    </w:p>
    <w:p w14:paraId="635B20C9" w14:textId="264964DC" w:rsidR="00FF13F7" w:rsidRPr="005A2D84" w:rsidRDefault="00FF13F7"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sidRPr="005A2D84">
        <w:rPr>
          <w:rFonts w:ascii="Arial" w:hAnsi="Arial" w:cs="Arial"/>
          <w:szCs w:val="22"/>
        </w:rPr>
        <w:t xml:space="preserve"> le cahier des clauses techniques particulières</w:t>
      </w:r>
      <w:r w:rsidR="008C45C2">
        <w:rPr>
          <w:rFonts w:ascii="Arial" w:hAnsi="Arial" w:cs="Arial"/>
          <w:szCs w:val="22"/>
        </w:rPr>
        <w:t xml:space="preserve"> </w:t>
      </w:r>
      <w:r w:rsidR="00C545AD">
        <w:rPr>
          <w:rFonts w:ascii="Arial" w:hAnsi="Arial" w:cs="Arial"/>
          <w:szCs w:val="22"/>
        </w:rPr>
        <w:t>(CCTP) n° DSSFB/SDL/518/indice E</w:t>
      </w:r>
      <w:r w:rsidRPr="005A2D84">
        <w:rPr>
          <w:rFonts w:ascii="Arial" w:hAnsi="Arial" w:cs="Arial"/>
          <w:szCs w:val="22"/>
        </w:rPr>
        <w:t>.</w:t>
      </w:r>
    </w:p>
    <w:sectPr w:rsidR="00FF13F7" w:rsidRPr="005A2D84">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A6339" w14:textId="77777777" w:rsidR="006E0A18" w:rsidRDefault="006E0A18">
      <w:r>
        <w:separator/>
      </w:r>
    </w:p>
  </w:endnote>
  <w:endnote w:type="continuationSeparator" w:id="0">
    <w:p w14:paraId="642990ED" w14:textId="77777777" w:rsidR="006E0A18" w:rsidRDefault="006E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4617CD47" w:rsidR="006E0A18" w:rsidRPr="004A512C" w:rsidRDefault="006E0A18">
    <w:pPr>
      <w:pStyle w:val="Pieddepage"/>
      <w:rPr>
        <w:rFonts w:ascii="Marianne" w:hAnsi="Marianne"/>
        <w:sz w:val="12"/>
        <w:szCs w:val="12"/>
      </w:rPr>
    </w:pPr>
    <w:bookmarkStart w:id="1" w:name="Dossier"/>
    <w:bookmarkEnd w:id="1"/>
    <w:r w:rsidRPr="004A512C">
      <w:rPr>
        <w:rStyle w:val="Numrodepage"/>
        <w:rFonts w:ascii="Marianne" w:hAnsi="Marianne"/>
        <w:sz w:val="12"/>
        <w:szCs w:val="12"/>
      </w:rPr>
      <w:t>N° du marché</w:t>
    </w:r>
    <w:r w:rsidR="00E131F8">
      <w:rPr>
        <w:rStyle w:val="Numrodepage"/>
        <w:rFonts w:ascii="Marianne" w:hAnsi="Marianne"/>
        <w:sz w:val="12"/>
        <w:szCs w:val="12"/>
      </w:rPr>
      <w:t xml:space="preserve"> S25B00681</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BD5260">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BD5260">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E0107" w14:textId="77777777" w:rsidR="006E0A18" w:rsidRDefault="006E0A18">
      <w:pPr>
        <w:pStyle w:val="Pieddepage"/>
      </w:pPr>
    </w:p>
  </w:footnote>
  <w:footnote w:type="continuationSeparator" w:id="0">
    <w:p w14:paraId="5D805286" w14:textId="77777777" w:rsidR="006E0A18" w:rsidRDefault="006E0A18">
      <w:r>
        <w:continuationSeparator/>
      </w:r>
    </w:p>
  </w:footnote>
  <w:footnote w:id="1">
    <w:p w14:paraId="488BF885" w14:textId="18EB2B1A"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w:t>
      </w:r>
      <w:r w:rsidR="00E131F8" w:rsidRPr="00E131F8">
        <w:rPr>
          <w:rFonts w:ascii="Arial" w:hAnsi="Arial" w:cs="Arial"/>
          <w:color w:val="000000"/>
          <w:sz w:val="16"/>
          <w:szCs w:val="16"/>
        </w:rPr>
        <w:t>SACRAL N-CORENG</w:t>
      </w:r>
      <w:r w:rsidR="00E131F8" w:rsidRPr="00E131F8">
        <w:rPr>
          <w:rFonts w:ascii="Arial" w:hAnsi="Arial" w:cs="Arial"/>
          <w:sz w:val="16"/>
          <w:szCs w:val="16"/>
        </w:rPr>
        <w:t xml:space="preserve"> </w:t>
      </w:r>
      <w:r w:rsidRPr="00E131F8">
        <w:rPr>
          <w:rFonts w:ascii="Arial" w:hAnsi="Arial" w:cs="Arial"/>
          <w:sz w:val="16"/>
          <w:szCs w:val="16"/>
        </w:rPr>
        <w:t xml:space="preserve">(Système Opérationnel Pour la Recherche d’Articles dans la Nomenclature OTAN) est l’outil de mise en œuvre au niveau national du système unique de codification des matériels défini au sein de l’OTAN. NMCRL est le catalogue principal des références de la logistique mis en place par l’OTAN. </w:t>
      </w:r>
      <w:r w:rsidR="00E131F8" w:rsidRPr="00E131F8">
        <w:rPr>
          <w:rFonts w:ascii="Arial" w:hAnsi="Arial" w:cs="Arial"/>
          <w:color w:val="000000"/>
          <w:sz w:val="16"/>
          <w:szCs w:val="16"/>
        </w:rPr>
        <w:t>SACRAL N-CORENG</w:t>
      </w:r>
      <w:r w:rsidR="00E131F8" w:rsidRPr="00E131F8">
        <w:rPr>
          <w:rFonts w:ascii="Arial" w:hAnsi="Arial" w:cs="Arial"/>
          <w:sz w:val="16"/>
          <w:szCs w:val="16"/>
        </w:rPr>
        <w:t xml:space="preserve"> </w:t>
      </w:r>
      <w:r w:rsidRPr="00E131F8">
        <w:rPr>
          <w:rFonts w:ascii="Arial" w:hAnsi="Arial" w:cs="Arial"/>
          <w:sz w:val="16"/>
          <w:szCs w:val="16"/>
        </w:rPr>
        <w:t>et</w:t>
      </w:r>
      <w:r w:rsidRPr="00B70DE8">
        <w:rPr>
          <w:rFonts w:ascii="Arial" w:hAnsi="Arial" w:cs="Arial"/>
          <w:sz w:val="14"/>
          <w:szCs w:val="14"/>
        </w:rPr>
        <w:t xml:space="preserve">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history="1">
        <w:r w:rsidRPr="00B70DE8">
          <w:rPr>
            <w:rStyle w:val="Lienhypertexte"/>
            <w:rFonts w:ascii="Arial" w:hAnsi="Arial" w:cs="Arial"/>
            <w:sz w:val="14"/>
            <w:szCs w:val="14"/>
          </w:rPr>
          <w:t>http://www.nato.int/structur/AC/135/nmcrl/nmcrl_f/index.htm</w:t>
        </w:r>
      </w:hyperlink>
      <w:r w:rsidRPr="00B70DE8">
        <w:rPr>
          <w:rFonts w:ascii="Arial" w:hAnsi="Arial" w:cs="Arial"/>
          <w:sz w:val="14"/>
          <w:szCs w:val="14"/>
        </w:rPr>
        <w:t>).</w:t>
      </w: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601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0ADE"/>
    <w:rsid w:val="000E27DE"/>
    <w:rsid w:val="000E3524"/>
    <w:rsid w:val="000E3670"/>
    <w:rsid w:val="000E38AA"/>
    <w:rsid w:val="000E4398"/>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8683A"/>
    <w:rsid w:val="001942ED"/>
    <w:rsid w:val="001958C6"/>
    <w:rsid w:val="00196650"/>
    <w:rsid w:val="001A0B75"/>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6417"/>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ED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0CD"/>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16AA5"/>
    <w:rsid w:val="00624D23"/>
    <w:rsid w:val="006267C8"/>
    <w:rsid w:val="00642CC3"/>
    <w:rsid w:val="0064324B"/>
    <w:rsid w:val="006504BE"/>
    <w:rsid w:val="00654EC8"/>
    <w:rsid w:val="00660279"/>
    <w:rsid w:val="006805F6"/>
    <w:rsid w:val="006914E1"/>
    <w:rsid w:val="006952DE"/>
    <w:rsid w:val="006A2255"/>
    <w:rsid w:val="006A2DE5"/>
    <w:rsid w:val="006A3637"/>
    <w:rsid w:val="006A7F9B"/>
    <w:rsid w:val="006B4344"/>
    <w:rsid w:val="006C766E"/>
    <w:rsid w:val="006D2C34"/>
    <w:rsid w:val="006D3B00"/>
    <w:rsid w:val="006D755E"/>
    <w:rsid w:val="006E0A18"/>
    <w:rsid w:val="006E533B"/>
    <w:rsid w:val="006E701B"/>
    <w:rsid w:val="006F30EC"/>
    <w:rsid w:val="007000F6"/>
    <w:rsid w:val="00716703"/>
    <w:rsid w:val="00730196"/>
    <w:rsid w:val="00730E74"/>
    <w:rsid w:val="00736414"/>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D07BA"/>
    <w:rsid w:val="009E06C7"/>
    <w:rsid w:val="009E20EE"/>
    <w:rsid w:val="009F5A4A"/>
    <w:rsid w:val="00A01B09"/>
    <w:rsid w:val="00A13953"/>
    <w:rsid w:val="00A14E53"/>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30F4"/>
    <w:rsid w:val="00BB5E1F"/>
    <w:rsid w:val="00BC39DA"/>
    <w:rsid w:val="00BC6D79"/>
    <w:rsid w:val="00BD26E9"/>
    <w:rsid w:val="00BD5260"/>
    <w:rsid w:val="00BD7AE0"/>
    <w:rsid w:val="00BE3E28"/>
    <w:rsid w:val="00BE7337"/>
    <w:rsid w:val="00BF1776"/>
    <w:rsid w:val="00BF27B0"/>
    <w:rsid w:val="00C03240"/>
    <w:rsid w:val="00C03B5A"/>
    <w:rsid w:val="00C03D7A"/>
    <w:rsid w:val="00C10C59"/>
    <w:rsid w:val="00C12C91"/>
    <w:rsid w:val="00C20131"/>
    <w:rsid w:val="00C211C2"/>
    <w:rsid w:val="00C242FE"/>
    <w:rsid w:val="00C3183F"/>
    <w:rsid w:val="00C32BAB"/>
    <w:rsid w:val="00C34AB2"/>
    <w:rsid w:val="00C427B0"/>
    <w:rsid w:val="00C513E1"/>
    <w:rsid w:val="00C51842"/>
    <w:rsid w:val="00C545AD"/>
    <w:rsid w:val="00C54B98"/>
    <w:rsid w:val="00C57BF8"/>
    <w:rsid w:val="00C61D71"/>
    <w:rsid w:val="00C634C7"/>
    <w:rsid w:val="00C6408D"/>
    <w:rsid w:val="00C65B45"/>
    <w:rsid w:val="00C660EC"/>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E7250"/>
    <w:rsid w:val="00CF02E8"/>
    <w:rsid w:val="00CF202F"/>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31F8"/>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C12D7"/>
    <w:rsid w:val="00EE32EC"/>
    <w:rsid w:val="00EE690C"/>
    <w:rsid w:val="00EF28FF"/>
    <w:rsid w:val="00EF30FF"/>
    <w:rsid w:val="00F045C9"/>
    <w:rsid w:val="00F0476A"/>
    <w:rsid w:val="00F10775"/>
    <w:rsid w:val="00F22FBE"/>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6017"/>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nmcrl_f/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9418A-24F2-4851-8C79-5F818F6B9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21</TotalTime>
  <Pages>9</Pages>
  <Words>2793</Words>
  <Characters>16596</Characters>
  <Application>Microsoft Office Word</Application>
  <DocSecurity>0</DocSecurity>
  <Lines>138</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19351</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QUEMENEUR Daniel INGE CIVI DIVI DEF</cp:lastModifiedBy>
  <cp:revision>9</cp:revision>
  <cp:lastPrinted>2025-10-22T06:59:00Z</cp:lastPrinted>
  <dcterms:created xsi:type="dcterms:W3CDTF">2025-10-08T08:41:00Z</dcterms:created>
  <dcterms:modified xsi:type="dcterms:W3CDTF">2025-10-22T07:01:00Z</dcterms:modified>
</cp:coreProperties>
</file>